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FA" w:rsidRPr="005842D9" w:rsidRDefault="005645BB" w:rsidP="005645B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842D9">
        <w:rPr>
          <w:rFonts w:ascii="Arial" w:hAnsi="Arial" w:cs="Arial"/>
          <w:b/>
          <w:sz w:val="32"/>
          <w:szCs w:val="32"/>
        </w:rPr>
        <w:t>Methods 2 Revision: Algebra</w:t>
      </w:r>
    </w:p>
    <w:p w:rsidR="005645BB" w:rsidRPr="005842D9" w:rsidRDefault="005645BB">
      <w:pPr>
        <w:rPr>
          <w:rFonts w:ascii="Arial" w:hAnsi="Arial" w:cs="Arial"/>
          <w:i/>
          <w:sz w:val="20"/>
          <w:szCs w:val="20"/>
        </w:rPr>
      </w:pPr>
      <w:r w:rsidRPr="005842D9">
        <w:rPr>
          <w:rFonts w:ascii="Arial" w:hAnsi="Arial" w:cs="Arial"/>
          <w:i/>
          <w:sz w:val="20"/>
          <w:szCs w:val="20"/>
        </w:rPr>
        <w:t>There are 2 questions on each skill. If you need help on part (a) try and do part (b) by yourself.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9"/>
        <w:gridCol w:w="4301"/>
        <w:gridCol w:w="350"/>
        <w:gridCol w:w="312"/>
        <w:gridCol w:w="175"/>
        <w:gridCol w:w="681"/>
        <w:gridCol w:w="2390"/>
        <w:gridCol w:w="876"/>
      </w:tblGrid>
      <w:tr w:rsidR="005645BB" w:rsidRPr="005842D9" w:rsidTr="00AB1525">
        <w:tc>
          <w:tcPr>
            <w:tcW w:w="769" w:type="dxa"/>
          </w:tcPr>
          <w:p w:rsidR="005645BB" w:rsidRPr="00AB1525" w:rsidRDefault="005645BB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</w:t>
            </w:r>
          </w:p>
        </w:tc>
        <w:tc>
          <w:tcPr>
            <w:tcW w:w="8209" w:type="dxa"/>
            <w:gridSpan w:val="6"/>
          </w:tcPr>
          <w:p w:rsidR="005645BB" w:rsidRPr="00AB1525" w:rsidRDefault="005645BB" w:rsidP="005645B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sz w:val="24"/>
                <w:szCs w:val="24"/>
              </w:rPr>
              <w:t>If a=3 and t=-2 find the value of</w:t>
            </w:r>
          </w:p>
          <w:p w:rsidR="005645BB" w:rsidRPr="00AB1525" w:rsidRDefault="005645BB" w:rsidP="005645B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188"/>
              <w:gridCol w:w="1198"/>
              <w:gridCol w:w="1207"/>
              <w:gridCol w:w="1205"/>
              <w:gridCol w:w="1216"/>
              <w:gridCol w:w="1249"/>
            </w:tblGrid>
            <w:tr w:rsidR="00747DD1" w:rsidRPr="00AB1525" w:rsidTr="005645BB"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(i)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(ii)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(iii)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(iv)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(v)</w:t>
                  </w:r>
                </w:p>
              </w:tc>
              <w:tc>
                <w:tcPr>
                  <w:tcW w:w="1309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(vi)</w:t>
                  </w:r>
                </w:p>
              </w:tc>
            </w:tr>
            <w:tr w:rsidR="00747DD1" w:rsidRPr="00AB1525" w:rsidTr="005645BB"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3a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5a</w:t>
                  </w: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4a – 2t</w:t>
                  </w:r>
                </w:p>
              </w:tc>
              <w:tc>
                <w:tcPr>
                  <w:tcW w:w="1308" w:type="dxa"/>
                </w:tcPr>
                <w:p w:rsidR="005645BB" w:rsidRPr="00AB1525" w:rsidRDefault="005645BB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2(3a + t)</w:t>
                  </w:r>
                </w:p>
              </w:tc>
              <w:tc>
                <w:tcPr>
                  <w:tcW w:w="1309" w:type="dxa"/>
                </w:tcPr>
                <w:p w:rsidR="005645BB" w:rsidRPr="00AB1525" w:rsidRDefault="004E65B3" w:rsidP="005645BB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4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  <m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7</m:t>
                          </m:r>
                        </m:den>
                      </m:f>
                    </m:oMath>
                  </m:oMathPara>
                </w:p>
              </w:tc>
            </w:tr>
          </w:tbl>
          <w:p w:rsidR="005645BB" w:rsidRPr="00AB1525" w:rsidRDefault="005645BB" w:rsidP="005645B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5BB" w:rsidRPr="00AB1525" w:rsidRDefault="005645BB" w:rsidP="00095B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sz w:val="24"/>
                <w:szCs w:val="24"/>
              </w:rPr>
              <w:t>If a=4 and t=-5 find the value of the expressions in (a)</w:t>
            </w:r>
          </w:p>
          <w:p w:rsidR="005645BB" w:rsidRPr="00AB1525" w:rsidRDefault="005645BB" w:rsidP="005645B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bottom"/>
          </w:tcPr>
          <w:p w:rsidR="005645BB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12</w:t>
            </w:r>
          </w:p>
        </w:tc>
      </w:tr>
      <w:tr w:rsidR="004F7C94" w:rsidRPr="005842D9" w:rsidTr="00AB1525">
        <w:tc>
          <w:tcPr>
            <w:tcW w:w="769" w:type="dxa"/>
            <w:tcBorders>
              <w:bottom w:val="single" w:sz="4" w:space="0" w:color="000000" w:themeColor="text1"/>
            </w:tcBorders>
          </w:tcPr>
          <w:p w:rsidR="004F7C94" w:rsidRPr="00AB1525" w:rsidRDefault="004F7C94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2</w:t>
            </w:r>
          </w:p>
        </w:tc>
        <w:tc>
          <w:tcPr>
            <w:tcW w:w="8209" w:type="dxa"/>
            <w:gridSpan w:val="6"/>
            <w:tcBorders>
              <w:bottom w:val="single" w:sz="4" w:space="0" w:color="000000" w:themeColor="text1"/>
            </w:tcBorders>
          </w:tcPr>
          <w:p w:rsidR="004F7C94" w:rsidRPr="00AB1525" w:rsidRDefault="004F7C94" w:rsidP="004F7C9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Complete the table for the equation y = 2x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3x</w:t>
            </w:r>
          </w:p>
          <w:p w:rsidR="004F7C94" w:rsidRPr="00AB1525" w:rsidRDefault="004F7C94" w:rsidP="004F7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6"/>
              <w:gridCol w:w="456"/>
              <w:gridCol w:w="416"/>
              <w:gridCol w:w="336"/>
              <w:gridCol w:w="336"/>
              <w:gridCol w:w="336"/>
              <w:gridCol w:w="336"/>
            </w:tblGrid>
            <w:tr w:rsidR="004F7C94" w:rsidRPr="00AB1525" w:rsidTr="009B664E">
              <w:trPr>
                <w:jc w:val="center"/>
              </w:trPr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3</w:t>
                  </w:r>
                </w:p>
              </w:tc>
            </w:tr>
            <w:tr w:rsidR="004F7C94" w:rsidRPr="00AB1525" w:rsidTr="009B664E">
              <w:trPr>
                <w:jc w:val="center"/>
              </w:trPr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</w:tr>
          </w:tbl>
          <w:p w:rsidR="004F7C94" w:rsidRPr="00AB1525" w:rsidRDefault="004F7C94" w:rsidP="004F7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Draw the graph of y = 2x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3x on axes  with x from -2 to 3 and y from -2 to 14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Use your graph to find the value of y when x = 2.3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your graph to find the value of y when x = –1.5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your graph to solve 2x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3x = 5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your graph to solve 2x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3x = 8</w:t>
            </w:r>
          </w:p>
          <w:p w:rsidR="004F7C94" w:rsidRPr="00AB1525" w:rsidRDefault="004F7C94" w:rsidP="004F7C94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Complete the table for the equation y = 2x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3x</w:t>
            </w:r>
          </w:p>
          <w:p w:rsidR="004F7C94" w:rsidRPr="00AB1525" w:rsidRDefault="004F7C94" w:rsidP="004F7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6"/>
              <w:gridCol w:w="456"/>
              <w:gridCol w:w="416"/>
              <w:gridCol w:w="336"/>
              <w:gridCol w:w="336"/>
              <w:gridCol w:w="336"/>
            </w:tblGrid>
            <w:tr w:rsidR="004F7C94" w:rsidRPr="00AB1525" w:rsidTr="009B664E">
              <w:trPr>
                <w:jc w:val="center"/>
              </w:trPr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2</w:t>
                  </w:r>
                </w:p>
              </w:tc>
            </w:tr>
            <w:tr w:rsidR="004F7C94" w:rsidRPr="00AB1525" w:rsidTr="009B664E">
              <w:trPr>
                <w:jc w:val="center"/>
              </w:trPr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4F7C94" w:rsidRPr="00AB1525" w:rsidRDefault="004F7C94" w:rsidP="009B664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</w:tr>
          </w:tbl>
          <w:p w:rsidR="004F7C94" w:rsidRPr="00AB1525" w:rsidRDefault="004F7C94" w:rsidP="004F7C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Draw the graph of y = 3x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x on axes  with x from -2 to 2 and y from -2 to 14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Use your graph to find the value of y when x = 1.5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your graph to find the value of y when x = –1.5</w:t>
            </w:r>
          </w:p>
          <w:p w:rsidR="004F7C94" w:rsidRPr="00AB1525" w:rsidRDefault="004F7C94" w:rsidP="004F7C9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your graph to solve 3x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x = 10</w:t>
            </w:r>
          </w:p>
          <w:p w:rsidR="004F7C94" w:rsidRPr="00AB1525" w:rsidRDefault="004F7C94" w:rsidP="004F7C94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 w:themeColor="text1"/>
            </w:tcBorders>
            <w:vAlign w:val="bottom"/>
          </w:tcPr>
          <w:p w:rsidR="004F7C94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20</w:t>
            </w:r>
          </w:p>
        </w:tc>
      </w:tr>
      <w:tr w:rsidR="005645BB" w:rsidRPr="005842D9" w:rsidTr="00AB1525">
        <w:tc>
          <w:tcPr>
            <w:tcW w:w="769" w:type="dxa"/>
            <w:tcBorders>
              <w:bottom w:val="single" w:sz="4" w:space="0" w:color="000000" w:themeColor="text1"/>
            </w:tcBorders>
          </w:tcPr>
          <w:p w:rsidR="005645BB" w:rsidRPr="00AB1525" w:rsidRDefault="00704A74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3</w:t>
            </w:r>
          </w:p>
        </w:tc>
        <w:tc>
          <w:tcPr>
            <w:tcW w:w="8209" w:type="dxa"/>
            <w:gridSpan w:val="6"/>
            <w:tcBorders>
              <w:bottom w:val="single" w:sz="4" w:space="0" w:color="000000" w:themeColor="text1"/>
            </w:tcBorders>
          </w:tcPr>
          <w:p w:rsidR="00095BA9" w:rsidRPr="00AB1525" w:rsidRDefault="00095BA9" w:rsidP="00704A74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Solve the inequality</w:t>
            </w:r>
            <w:r w:rsidR="002627CF"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2x + 3 &lt; 11</w:t>
            </w:r>
          </w:p>
          <w:p w:rsidR="00704A74" w:rsidRPr="00AB1525" w:rsidRDefault="00704A74" w:rsidP="00704A74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5645BB" w:rsidRPr="00AB1525" w:rsidRDefault="00095BA9" w:rsidP="00704A7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Solve the inequality </w:t>
            </w:r>
            <w:r w:rsidR="002627CF"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5x – 7 &gt; 43</w:t>
            </w:r>
          </w:p>
          <w:p w:rsidR="00704A74" w:rsidRPr="00AB1525" w:rsidRDefault="00704A74" w:rsidP="00704A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 w:themeColor="text1"/>
            </w:tcBorders>
            <w:vAlign w:val="bottom"/>
          </w:tcPr>
          <w:p w:rsidR="005645BB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4</w:t>
            </w:r>
          </w:p>
        </w:tc>
      </w:tr>
      <w:tr w:rsidR="00747DD1" w:rsidRPr="005842D9" w:rsidTr="00AB1525">
        <w:tc>
          <w:tcPr>
            <w:tcW w:w="769" w:type="dxa"/>
            <w:tcBorders>
              <w:bottom w:val="nil"/>
              <w:right w:val="single" w:sz="4" w:space="0" w:color="000000" w:themeColor="text1"/>
            </w:tcBorders>
          </w:tcPr>
          <w:p w:rsidR="00747DD1" w:rsidRPr="00AB1525" w:rsidRDefault="00747DD1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4</w:t>
            </w:r>
          </w:p>
        </w:tc>
        <w:tc>
          <w:tcPr>
            <w:tcW w:w="5138" w:type="dxa"/>
            <w:gridSpan w:val="4"/>
            <w:tcBorders>
              <w:left w:val="single" w:sz="4" w:space="0" w:color="000000" w:themeColor="text1"/>
              <w:bottom w:val="nil"/>
              <w:right w:val="nil"/>
            </w:tcBorders>
          </w:tcPr>
          <w:p w:rsidR="00747DD1" w:rsidRPr="00AB1525" w:rsidRDefault="00747DD1" w:rsidP="002627C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On a copy of this grid, draw straight lines and use shading to show the region </w:t>
            </w:r>
            <w:r w:rsidRPr="00AB1525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that satisfies the inequalities</w:t>
            </w:r>
          </w:p>
          <w:p w:rsidR="00747DD1" w:rsidRPr="00AB1525" w:rsidRDefault="00747DD1" w:rsidP="00747DD1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≥ 3,  y ≤ 2x + 3,   x + y ≤ 6</w:t>
            </w:r>
          </w:p>
          <w:p w:rsidR="00747DD1" w:rsidRPr="00AB1525" w:rsidRDefault="00747DD1" w:rsidP="00747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gridSpan w:val="2"/>
            <w:tcBorders>
              <w:left w:val="nil"/>
              <w:bottom w:val="nil"/>
              <w:right w:val="single" w:sz="4" w:space="0" w:color="000000" w:themeColor="text1"/>
            </w:tcBorders>
          </w:tcPr>
          <w:p w:rsidR="00747DD1" w:rsidRPr="00AB1525" w:rsidRDefault="00747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DD1" w:rsidRPr="00AB1525" w:rsidRDefault="00747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19637" cy="1121766"/>
                  <wp:effectExtent l="19050" t="0" r="4313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666" cy="11227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7DD1" w:rsidRPr="00AB1525" w:rsidRDefault="00747D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left w:val="single" w:sz="4" w:space="0" w:color="000000" w:themeColor="text1"/>
              <w:bottom w:val="nil"/>
            </w:tcBorders>
            <w:vAlign w:val="bottom"/>
          </w:tcPr>
          <w:p w:rsidR="00747DD1" w:rsidRPr="00AB1525" w:rsidRDefault="00747DD1" w:rsidP="00AB1525">
            <w:pPr>
              <w:jc w:val="center"/>
              <w:rPr>
                <w:rFonts w:ascii="Arial" w:hAnsi="Arial" w:cs="Arial"/>
              </w:rPr>
            </w:pPr>
          </w:p>
        </w:tc>
      </w:tr>
      <w:tr w:rsidR="00747DD1" w:rsidRPr="005842D9" w:rsidTr="00AB1525">
        <w:tc>
          <w:tcPr>
            <w:tcW w:w="769" w:type="dxa"/>
            <w:tcBorders>
              <w:top w:val="nil"/>
              <w:right w:val="single" w:sz="4" w:space="0" w:color="000000" w:themeColor="text1"/>
            </w:tcBorders>
          </w:tcPr>
          <w:p w:rsidR="00747DD1" w:rsidRPr="00AB1525" w:rsidRDefault="00747DD1">
            <w:pPr>
              <w:rPr>
                <w:rFonts w:ascii="Arial" w:hAnsi="Arial" w:cs="Arial"/>
              </w:rPr>
            </w:pPr>
          </w:p>
        </w:tc>
        <w:tc>
          <w:tcPr>
            <w:tcW w:w="8209" w:type="dxa"/>
            <w:gridSpan w:val="6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747DD1" w:rsidRPr="00AB1525" w:rsidRDefault="00747DD1" w:rsidP="002627C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On another grid like part (a), draw straight lines and use shading to</w:t>
            </w:r>
            <w:r w:rsidR="00E24724"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show the region </w:t>
            </w:r>
            <w:r w:rsidRPr="00AB1525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R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that satisfies the inequalities</w:t>
            </w:r>
          </w:p>
          <w:p w:rsidR="00747DD1" w:rsidRPr="00AB1525" w:rsidRDefault="00747DD1" w:rsidP="00E247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y ≥ 2,  y ≤ x + 1, y ≥ 3x – 6 </w:t>
            </w:r>
          </w:p>
        </w:tc>
        <w:tc>
          <w:tcPr>
            <w:tcW w:w="876" w:type="dxa"/>
            <w:tcBorders>
              <w:top w:val="nil"/>
              <w:left w:val="single" w:sz="4" w:space="0" w:color="000000" w:themeColor="text1"/>
            </w:tcBorders>
            <w:vAlign w:val="bottom"/>
          </w:tcPr>
          <w:p w:rsidR="00747DD1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10</w:t>
            </w:r>
          </w:p>
        </w:tc>
      </w:tr>
      <w:tr w:rsidR="005645BB" w:rsidRPr="005842D9" w:rsidTr="00AB1525">
        <w:tc>
          <w:tcPr>
            <w:tcW w:w="769" w:type="dxa"/>
            <w:tcBorders>
              <w:bottom w:val="single" w:sz="4" w:space="0" w:color="000000" w:themeColor="text1"/>
            </w:tcBorders>
          </w:tcPr>
          <w:p w:rsidR="005645BB" w:rsidRPr="00AB1525" w:rsidRDefault="002627CF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8209" w:type="dxa"/>
            <w:gridSpan w:val="6"/>
            <w:tcBorders>
              <w:bottom w:val="single" w:sz="4" w:space="0" w:color="000000" w:themeColor="text1"/>
            </w:tcBorders>
          </w:tcPr>
          <w:p w:rsidR="002627CF" w:rsidRPr="00AB1525" w:rsidRDefault="002627CF" w:rsidP="002627C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Solve these two simultaneous equations</w:t>
            </w:r>
          </w:p>
          <w:p w:rsidR="002627CF" w:rsidRPr="00AB1525" w:rsidRDefault="002627CF" w:rsidP="002627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2r + 3s = 6</w:t>
            </w:r>
          </w:p>
          <w:p w:rsidR="002627CF" w:rsidRPr="00AB1525" w:rsidRDefault="002627CF" w:rsidP="002627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3r – 2s = 22</w:t>
            </w:r>
          </w:p>
          <w:p w:rsidR="002627CF" w:rsidRPr="00AB1525" w:rsidRDefault="002627CF" w:rsidP="002627C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Solve these two simultaneous equations</w:t>
            </w:r>
          </w:p>
          <w:p w:rsidR="002627CF" w:rsidRPr="00AB1525" w:rsidRDefault="002627CF" w:rsidP="002627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 + 3t = –10</w:t>
            </w:r>
          </w:p>
          <w:p w:rsidR="005645BB" w:rsidRPr="00AB1525" w:rsidRDefault="002627CF" w:rsidP="002627CF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2h – t = 8</w:t>
            </w:r>
          </w:p>
          <w:p w:rsidR="002627CF" w:rsidRPr="00AB1525" w:rsidRDefault="002627CF" w:rsidP="00262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single" w:sz="4" w:space="0" w:color="000000" w:themeColor="text1"/>
            </w:tcBorders>
            <w:vAlign w:val="bottom"/>
          </w:tcPr>
          <w:p w:rsidR="005645BB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8</w:t>
            </w:r>
          </w:p>
        </w:tc>
      </w:tr>
      <w:tr w:rsidR="002627CF" w:rsidRPr="005842D9" w:rsidTr="00AB1525">
        <w:tc>
          <w:tcPr>
            <w:tcW w:w="769" w:type="dxa"/>
            <w:tcBorders>
              <w:bottom w:val="nil"/>
            </w:tcBorders>
          </w:tcPr>
          <w:p w:rsidR="002627CF" w:rsidRPr="00AB1525" w:rsidRDefault="002627CF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6</w:t>
            </w:r>
          </w:p>
        </w:tc>
        <w:tc>
          <w:tcPr>
            <w:tcW w:w="4651" w:type="dxa"/>
            <w:gridSpan w:val="2"/>
            <w:tcBorders>
              <w:bottom w:val="nil"/>
              <w:right w:val="nil"/>
            </w:tcBorders>
          </w:tcPr>
          <w:p w:rsidR="002627CF" w:rsidRPr="00AB1525" w:rsidRDefault="002627CF" w:rsidP="002627C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the graph to solve the simultaneous equations</w:t>
            </w:r>
          </w:p>
          <w:p w:rsidR="002627CF" w:rsidRPr="00AB1525" w:rsidRDefault="002627CF" w:rsidP="002627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2627CF" w:rsidRPr="00AB1525" w:rsidRDefault="002627CF" w:rsidP="00262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7 – x and y = 2x – 2</w:t>
            </w:r>
          </w:p>
        </w:tc>
        <w:tc>
          <w:tcPr>
            <w:tcW w:w="3558" w:type="dxa"/>
            <w:gridSpan w:val="4"/>
            <w:tcBorders>
              <w:left w:val="nil"/>
              <w:bottom w:val="nil"/>
            </w:tcBorders>
          </w:tcPr>
          <w:p w:rsidR="002627CF" w:rsidRPr="00AB1525" w:rsidRDefault="0026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5463" cy="1592343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301" cy="160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27CF" w:rsidRPr="00AB1525" w:rsidRDefault="002627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tcBorders>
              <w:bottom w:val="nil"/>
            </w:tcBorders>
            <w:vAlign w:val="bottom"/>
          </w:tcPr>
          <w:p w:rsidR="002627CF" w:rsidRPr="00AB1525" w:rsidRDefault="002627CF" w:rsidP="00AB1525">
            <w:pPr>
              <w:jc w:val="center"/>
              <w:rPr>
                <w:rFonts w:ascii="Arial" w:hAnsi="Arial" w:cs="Arial"/>
              </w:rPr>
            </w:pPr>
          </w:p>
        </w:tc>
      </w:tr>
      <w:tr w:rsidR="002627CF" w:rsidRPr="005842D9" w:rsidTr="00AB1525">
        <w:tc>
          <w:tcPr>
            <w:tcW w:w="769" w:type="dxa"/>
            <w:tcBorders>
              <w:top w:val="nil"/>
            </w:tcBorders>
          </w:tcPr>
          <w:p w:rsidR="002627CF" w:rsidRPr="00AB1525" w:rsidRDefault="002627CF">
            <w:pPr>
              <w:rPr>
                <w:rFonts w:ascii="Arial" w:hAnsi="Arial" w:cs="Arial"/>
              </w:rPr>
            </w:pPr>
          </w:p>
        </w:tc>
        <w:tc>
          <w:tcPr>
            <w:tcW w:w="4651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</w:tcPr>
          <w:p w:rsidR="002627CF" w:rsidRPr="00AB1525" w:rsidRDefault="002627CF" w:rsidP="002627C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Use the graph to solve the simultaneous equations</w:t>
            </w:r>
          </w:p>
          <w:p w:rsidR="002627CF" w:rsidRPr="00AB1525" w:rsidRDefault="002627CF" w:rsidP="002627CF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2627CF" w:rsidRPr="00AB1525" w:rsidRDefault="002627CF" w:rsidP="00262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8 – 2x and y = ½x + 3</w:t>
            </w:r>
          </w:p>
        </w:tc>
        <w:tc>
          <w:tcPr>
            <w:tcW w:w="3558" w:type="dxa"/>
            <w:gridSpan w:val="4"/>
            <w:tcBorders>
              <w:top w:val="nil"/>
              <w:left w:val="nil"/>
              <w:bottom w:val="single" w:sz="4" w:space="0" w:color="000000" w:themeColor="text1"/>
            </w:tcBorders>
          </w:tcPr>
          <w:p w:rsidR="002627CF" w:rsidRPr="00AB1525" w:rsidRDefault="00262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70135" cy="1725007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15" cy="1724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tcBorders>
              <w:top w:val="nil"/>
            </w:tcBorders>
            <w:vAlign w:val="bottom"/>
          </w:tcPr>
          <w:p w:rsidR="002627CF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4</w:t>
            </w:r>
          </w:p>
        </w:tc>
      </w:tr>
      <w:tr w:rsidR="00F86430" w:rsidRPr="005842D9" w:rsidTr="00AB1525">
        <w:tc>
          <w:tcPr>
            <w:tcW w:w="769" w:type="dxa"/>
          </w:tcPr>
          <w:p w:rsidR="00F86430" w:rsidRPr="00AB1525" w:rsidRDefault="00F86430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7</w:t>
            </w:r>
          </w:p>
        </w:tc>
        <w:tc>
          <w:tcPr>
            <w:tcW w:w="5819" w:type="dxa"/>
            <w:gridSpan w:val="5"/>
            <w:tcBorders>
              <w:right w:val="nil"/>
            </w:tcBorders>
          </w:tcPr>
          <w:p w:rsidR="00F86430" w:rsidRPr="00AB1525" w:rsidRDefault="00F86430" w:rsidP="00F8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a) (i)Complete this table of values for </w:t>
            </w:r>
          </w:p>
          <w:p w:rsidR="00F86430" w:rsidRPr="00AB1525" w:rsidRDefault="00F86430" w:rsidP="00F86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+ x – 2</w:t>
            </w: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6"/>
              <w:gridCol w:w="536"/>
              <w:gridCol w:w="416"/>
              <w:gridCol w:w="336"/>
              <w:gridCol w:w="336"/>
              <w:gridCol w:w="336"/>
            </w:tblGrid>
            <w:tr w:rsidR="00F86430" w:rsidRPr="00AB1525" w:rsidTr="00F86430">
              <w:trPr>
                <w:jc w:val="center"/>
              </w:trPr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2</w:t>
                  </w:r>
                </w:p>
              </w:tc>
            </w:tr>
            <w:tr w:rsidR="00F86430" w:rsidRPr="00AB1525" w:rsidTr="00F86430">
              <w:trPr>
                <w:jc w:val="center"/>
              </w:trPr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-12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</w:tr>
          </w:tbl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(ii) On a grid like this, draw the graph of </w:t>
            </w:r>
          </w:p>
          <w:p w:rsidR="00F86430" w:rsidRPr="00AB1525" w:rsidRDefault="00F86430" w:rsidP="00F86430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+ x – 2</w:t>
            </w:r>
          </w:p>
          <w:p w:rsidR="00F86430" w:rsidRPr="00AB1525" w:rsidRDefault="00F86430" w:rsidP="00F86430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(iii) Use the graph to find the value of x when y = 2</w:t>
            </w:r>
          </w:p>
          <w:p w:rsidR="00F86430" w:rsidRPr="00AB1525" w:rsidRDefault="00F8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left w:val="nil"/>
            </w:tcBorders>
          </w:tcPr>
          <w:p w:rsidR="00F86430" w:rsidRPr="00AB1525" w:rsidRDefault="00F86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1176" cy="1690100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37" cy="1690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bottom"/>
          </w:tcPr>
          <w:p w:rsidR="00F86430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5</w:t>
            </w:r>
          </w:p>
        </w:tc>
      </w:tr>
      <w:tr w:rsidR="00F86430" w:rsidRPr="005842D9" w:rsidTr="00AB1525">
        <w:tc>
          <w:tcPr>
            <w:tcW w:w="769" w:type="dxa"/>
          </w:tcPr>
          <w:p w:rsidR="00F86430" w:rsidRPr="00AB1525" w:rsidRDefault="00F86430">
            <w:pPr>
              <w:rPr>
                <w:rFonts w:ascii="Arial" w:hAnsi="Arial" w:cs="Arial"/>
              </w:rPr>
            </w:pPr>
          </w:p>
        </w:tc>
        <w:tc>
          <w:tcPr>
            <w:tcW w:w="5819" w:type="dxa"/>
            <w:gridSpan w:val="5"/>
            <w:tcBorders>
              <w:right w:val="nil"/>
            </w:tcBorders>
          </w:tcPr>
          <w:p w:rsidR="00F86430" w:rsidRPr="00AB1525" w:rsidRDefault="00F86430" w:rsidP="00F8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b) (i)Complete this table of values for </w:t>
            </w:r>
          </w:p>
          <w:p w:rsidR="00F86430" w:rsidRPr="00AB1525" w:rsidRDefault="00F86430" w:rsidP="00F86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- 3x</w:t>
            </w: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6"/>
              <w:gridCol w:w="416"/>
              <w:gridCol w:w="416"/>
              <w:gridCol w:w="336"/>
              <w:gridCol w:w="336"/>
              <w:gridCol w:w="336"/>
            </w:tblGrid>
            <w:tr w:rsidR="00F86430" w:rsidRPr="00AB1525" w:rsidTr="00F86430">
              <w:trPr>
                <w:jc w:val="center"/>
              </w:trPr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-2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-1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2</w:t>
                  </w:r>
                </w:p>
              </w:tc>
            </w:tr>
            <w:tr w:rsidR="00F86430" w:rsidRPr="00AB1525" w:rsidTr="00F86430">
              <w:trPr>
                <w:jc w:val="center"/>
              </w:trPr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  <w:r w:rsidRPr="00AB1525"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F86430" w:rsidRPr="00AB1525" w:rsidRDefault="00F86430" w:rsidP="00F86430">
                  <w:pPr>
                    <w:jc w:val="center"/>
                    <w:rPr>
                      <w:rFonts w:ascii="Times New Roman" w:hAnsi="Times New Roman" w:cs="Times New Roman"/>
                      <w:color w:val="231F20"/>
                      <w:sz w:val="24"/>
                      <w:szCs w:val="24"/>
                    </w:rPr>
                  </w:pPr>
                </w:p>
              </w:tc>
            </w:tr>
          </w:tbl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(ii) On a grid like this, draw the graph of </w:t>
            </w:r>
          </w:p>
          <w:p w:rsidR="00F86430" w:rsidRPr="00AB1525" w:rsidRDefault="00F86430" w:rsidP="00F86430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- 3x</w:t>
            </w:r>
          </w:p>
          <w:p w:rsidR="00F86430" w:rsidRPr="00AB1525" w:rsidRDefault="00F86430" w:rsidP="00F86430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F86430" w:rsidRPr="00AB1525" w:rsidRDefault="00F86430" w:rsidP="00F86430">
            <w:pPr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(iii) Use the graph to find the value of x when y = 1</w:t>
            </w:r>
          </w:p>
          <w:p w:rsidR="00F86430" w:rsidRPr="00AB1525" w:rsidRDefault="00F86430" w:rsidP="00F864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left w:val="nil"/>
            </w:tcBorders>
          </w:tcPr>
          <w:p w:rsidR="00F86430" w:rsidRPr="00AB1525" w:rsidRDefault="00F8643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4347" cy="1338845"/>
                  <wp:effectExtent l="19050" t="0" r="0" b="0"/>
                  <wp:docPr id="1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747" cy="1339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bottom"/>
          </w:tcPr>
          <w:p w:rsidR="00F86430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5</w:t>
            </w:r>
          </w:p>
        </w:tc>
      </w:tr>
      <w:tr w:rsidR="00095BA9" w:rsidRPr="005842D9" w:rsidTr="00AB1525">
        <w:tc>
          <w:tcPr>
            <w:tcW w:w="769" w:type="dxa"/>
          </w:tcPr>
          <w:p w:rsidR="00095BA9" w:rsidRPr="00AB1525" w:rsidRDefault="005842D9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8</w:t>
            </w:r>
          </w:p>
        </w:tc>
        <w:tc>
          <w:tcPr>
            <w:tcW w:w="8209" w:type="dxa"/>
            <w:gridSpan w:val="6"/>
            <w:tcBorders>
              <w:bottom w:val="single" w:sz="4" w:space="0" w:color="000000" w:themeColor="text1"/>
            </w:tcBorders>
          </w:tcPr>
          <w:p w:rsidR="005842D9" w:rsidRPr="00AB1525" w:rsidRDefault="005842D9" w:rsidP="00584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(a) Sketch the graphs of</w:t>
            </w:r>
          </w:p>
          <w:p w:rsidR="005842D9" w:rsidRPr="00AB1525" w:rsidRDefault="005842D9" w:rsidP="00584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(i) 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, (ii) 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(iii) y = 2x + 4,  (iv) y = -x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3</w:t>
            </w:r>
          </w:p>
          <w:p w:rsidR="005842D9" w:rsidRPr="00AB1525" w:rsidRDefault="005842D9" w:rsidP="00584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b)</w:t>
            </w:r>
            <w:r w:rsidRPr="00AB15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Sketch the graphs of </w:t>
            </w:r>
          </w:p>
          <w:p w:rsidR="00095BA9" w:rsidRPr="00AB1525" w:rsidRDefault="005842D9" w:rsidP="00584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(i) y = -x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  (ii) y = 1/x, (iii) y = 3x – 6,  (iv) y = 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 xml:space="preserve">2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– 4</w:t>
            </w:r>
          </w:p>
          <w:p w:rsidR="005842D9" w:rsidRPr="00AB1525" w:rsidRDefault="005842D9" w:rsidP="005842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bottom"/>
          </w:tcPr>
          <w:p w:rsidR="00095BA9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lastRenderedPageBreak/>
              <w:t>8</w:t>
            </w:r>
          </w:p>
        </w:tc>
      </w:tr>
      <w:tr w:rsidR="00B641C1" w:rsidRPr="005842D9" w:rsidTr="00AB1525">
        <w:tc>
          <w:tcPr>
            <w:tcW w:w="769" w:type="dxa"/>
          </w:tcPr>
          <w:p w:rsidR="00B641C1" w:rsidRPr="00AB1525" w:rsidRDefault="00B641C1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4963" w:type="dxa"/>
            <w:gridSpan w:val="3"/>
            <w:tcBorders>
              <w:right w:val="nil"/>
            </w:tcBorders>
          </w:tcPr>
          <w:p w:rsidR="00B641C1" w:rsidRPr="00AB1525" w:rsidRDefault="00B641C1" w:rsidP="00B641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Solve 3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>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+ 7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– 12 = 0</w:t>
            </w:r>
          </w:p>
          <w:p w:rsidR="00B641C1" w:rsidRPr="00AB1525" w:rsidRDefault="00B641C1" w:rsidP="00B641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Give your solutions correct to 2 decimal places.</w:t>
            </w:r>
          </w:p>
          <w:p w:rsidR="00B641C1" w:rsidRPr="00AB1525" w:rsidRDefault="00B641C1" w:rsidP="00B641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B641C1" w:rsidRPr="00AB1525" w:rsidRDefault="00B641C1" w:rsidP="00B641C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Solve 2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>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– 5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+ 1 = 0</w:t>
            </w:r>
          </w:p>
          <w:p w:rsidR="00B641C1" w:rsidRPr="00AB1525" w:rsidRDefault="00B641C1" w:rsidP="00B64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Give your solutions correct to 2 decimal places.</w:t>
            </w:r>
          </w:p>
        </w:tc>
        <w:tc>
          <w:tcPr>
            <w:tcW w:w="3246" w:type="dxa"/>
            <w:gridSpan w:val="3"/>
            <w:tcBorders>
              <w:left w:val="nil"/>
            </w:tcBorders>
          </w:tcPr>
          <w:p w:rsidR="00B641C1" w:rsidRPr="00AB1525" w:rsidRDefault="00B641C1" w:rsidP="00B64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78762" cy="988803"/>
                  <wp:effectExtent l="19050" t="19050" r="26238" b="20847"/>
                  <wp:docPr id="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742" cy="99405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bottom"/>
          </w:tcPr>
          <w:p w:rsidR="00B641C1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8</w:t>
            </w:r>
          </w:p>
        </w:tc>
      </w:tr>
      <w:tr w:rsidR="00095BA9" w:rsidRPr="005842D9" w:rsidTr="00AB1525">
        <w:tc>
          <w:tcPr>
            <w:tcW w:w="769" w:type="dxa"/>
          </w:tcPr>
          <w:p w:rsidR="00095BA9" w:rsidRPr="00AB1525" w:rsidRDefault="00015895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10</w:t>
            </w:r>
          </w:p>
        </w:tc>
        <w:tc>
          <w:tcPr>
            <w:tcW w:w="8209" w:type="dxa"/>
            <w:gridSpan w:val="6"/>
          </w:tcPr>
          <w:p w:rsidR="00015895" w:rsidRPr="00AB1525" w:rsidRDefault="00015895" w:rsidP="0001589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Make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 subject of</w:t>
            </w:r>
          </w:p>
          <w:p w:rsidR="00015895" w:rsidRPr="00AB1525" w:rsidRDefault="00015895" w:rsidP="000158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4(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– 6) =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>y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(4 – 3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>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)</w:t>
            </w:r>
          </w:p>
          <w:p w:rsidR="00015895" w:rsidRPr="00AB1525" w:rsidRDefault="00015895" w:rsidP="00015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:rsidR="00015895" w:rsidRPr="00AB1525" w:rsidRDefault="00015895" w:rsidP="0001589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Make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 subject of the formula</w:t>
            </w: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1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31.25pt" o:ole="">
                  <v:imagedata r:id="rId14" o:title=""/>
                </v:shape>
                <o:OLEObject Type="Embed" ProgID="Equation.DSMT4" ShapeID="_x0000_i1025" DrawAspect="Content" ObjectID="_1431762439" r:id="rId15"/>
              </w:object>
            </w:r>
          </w:p>
          <w:p w:rsidR="00095BA9" w:rsidRPr="00AB1525" w:rsidRDefault="00095BA9" w:rsidP="00015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bottom"/>
          </w:tcPr>
          <w:p w:rsidR="00095BA9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8</w:t>
            </w:r>
          </w:p>
        </w:tc>
      </w:tr>
      <w:tr w:rsidR="00095BA9" w:rsidRPr="005842D9" w:rsidTr="00AB1525">
        <w:tc>
          <w:tcPr>
            <w:tcW w:w="769" w:type="dxa"/>
          </w:tcPr>
          <w:p w:rsidR="00095BA9" w:rsidRPr="00AB1525" w:rsidRDefault="00026A69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11</w:t>
            </w:r>
          </w:p>
        </w:tc>
        <w:tc>
          <w:tcPr>
            <w:tcW w:w="8209" w:type="dxa"/>
            <w:gridSpan w:val="6"/>
            <w:tcBorders>
              <w:bottom w:val="single" w:sz="4" w:space="0" w:color="000000" w:themeColor="text1"/>
            </w:tcBorders>
          </w:tcPr>
          <w:p w:rsidR="00026A69" w:rsidRPr="00AB1525" w:rsidRDefault="00026A69" w:rsidP="00026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By eliminating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y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, find the solutions to the simultaneous equations</w:t>
            </w: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+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y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= 20</w:t>
            </w: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=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– 2</w:t>
            </w: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By eliminating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y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, find the solutions to the simultaneous equations</w:t>
            </w:r>
          </w:p>
          <w:p w:rsidR="00026A69" w:rsidRPr="00AB1525" w:rsidRDefault="00026A69" w:rsidP="00026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</w:p>
          <w:p w:rsidR="00095BA9" w:rsidRPr="00AB1525" w:rsidRDefault="00026A69" w:rsidP="00026A69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x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+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>y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vertAlign w:val="superscript"/>
                <w:lang w:val="en-US"/>
              </w:rPr>
              <w:t>2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= 13</w:t>
            </w:r>
          </w:p>
          <w:p w:rsidR="00026A69" w:rsidRPr="00AB1525" w:rsidRDefault="00026A69" w:rsidP="00026A69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=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+ 1</w:t>
            </w:r>
          </w:p>
          <w:p w:rsidR="00026A69" w:rsidRPr="00AB1525" w:rsidRDefault="00026A69" w:rsidP="0002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  <w:vAlign w:val="bottom"/>
          </w:tcPr>
          <w:p w:rsidR="00095BA9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12</w:t>
            </w:r>
          </w:p>
        </w:tc>
      </w:tr>
      <w:tr w:rsidR="00887501" w:rsidRPr="005842D9" w:rsidTr="00AB1525">
        <w:trPr>
          <w:trHeight w:val="123"/>
        </w:trPr>
        <w:tc>
          <w:tcPr>
            <w:tcW w:w="769" w:type="dxa"/>
            <w:vMerge w:val="restart"/>
          </w:tcPr>
          <w:p w:rsidR="00887501" w:rsidRPr="00AB1525" w:rsidRDefault="00887501">
            <w:pPr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12</w:t>
            </w:r>
          </w:p>
        </w:tc>
        <w:tc>
          <w:tcPr>
            <w:tcW w:w="4301" w:type="dxa"/>
            <w:tcBorders>
              <w:right w:val="nil"/>
            </w:tcBorders>
          </w:tcPr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(A) The equation of the straight line through A and B is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= ⅓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+ 5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a) Write down the equation of another straight line that is parallel to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 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= ⅓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+5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b) Write down the equation of another straight line that passes through the point (0, 5).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c) Find the equation of the line perpendicular to AB passing through B.</w:t>
            </w:r>
          </w:p>
        </w:tc>
        <w:tc>
          <w:tcPr>
            <w:tcW w:w="3908" w:type="dxa"/>
            <w:gridSpan w:val="5"/>
            <w:tcBorders>
              <w:left w:val="nil"/>
            </w:tcBorders>
          </w:tcPr>
          <w:p w:rsidR="00887501" w:rsidRPr="00AB1525" w:rsidRDefault="004E6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1814195</wp:posOffset>
                      </wp:positionH>
                      <wp:positionV relativeFrom="paragraph">
                        <wp:posOffset>10795</wp:posOffset>
                      </wp:positionV>
                      <wp:extent cx="526415" cy="361950"/>
                      <wp:effectExtent l="10160" t="5080" r="6350" b="13970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42.85pt;margin-top:.85pt;width:41.4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" strokecolor="white [3212]"/>
                  </w:pict>
                </mc:Fallback>
              </mc:AlternateContent>
            </w:r>
            <w:r w:rsidR="00887501"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47670" cy="1664898"/>
                  <wp:effectExtent l="19050" t="0" r="49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09" cy="1665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Merge w:val="restart"/>
            <w:vAlign w:val="bottom"/>
          </w:tcPr>
          <w:p w:rsidR="00887501" w:rsidRPr="00AB1525" w:rsidRDefault="00AB1525" w:rsidP="00AB1525">
            <w:pPr>
              <w:jc w:val="center"/>
              <w:rPr>
                <w:rFonts w:ascii="Arial" w:hAnsi="Arial" w:cs="Arial"/>
              </w:rPr>
            </w:pPr>
            <w:r w:rsidRPr="00AB1525">
              <w:rPr>
                <w:rFonts w:ascii="Arial" w:hAnsi="Arial" w:cs="Arial"/>
              </w:rPr>
              <w:t>10</w:t>
            </w:r>
          </w:p>
        </w:tc>
      </w:tr>
      <w:tr w:rsidR="00887501" w:rsidRPr="005842D9" w:rsidTr="00AB1525">
        <w:trPr>
          <w:trHeight w:val="122"/>
        </w:trPr>
        <w:tc>
          <w:tcPr>
            <w:tcW w:w="769" w:type="dxa"/>
            <w:vMerge/>
          </w:tcPr>
          <w:p w:rsidR="00887501" w:rsidRPr="00AB1525" w:rsidRDefault="00887501">
            <w:pPr>
              <w:rPr>
                <w:rFonts w:ascii="Arial" w:hAnsi="Arial" w:cs="Arial"/>
              </w:rPr>
            </w:pPr>
          </w:p>
        </w:tc>
        <w:tc>
          <w:tcPr>
            <w:tcW w:w="4301" w:type="dxa"/>
            <w:tcBorders>
              <w:right w:val="nil"/>
            </w:tcBorders>
          </w:tcPr>
          <w:p w:rsidR="00887501" w:rsidRPr="00AB1525" w:rsidRDefault="004E6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1776095</wp:posOffset>
                      </wp:positionH>
                      <wp:positionV relativeFrom="paragraph">
                        <wp:posOffset>18415</wp:posOffset>
                      </wp:positionV>
                      <wp:extent cx="526415" cy="361950"/>
                      <wp:effectExtent l="12700" t="6985" r="13335" b="1206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39.85pt;margin-top:1.45pt;width:41.4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" strokecolor="white [3212]"/>
                  </w:pict>
                </mc:Fallback>
              </mc:AlternateContent>
            </w:r>
            <w:r w:rsidR="00887501" w:rsidRPr="00AB152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85027" cy="1621767"/>
                  <wp:effectExtent l="19050" t="0" r="0" b="0"/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3332" cy="1620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8" w:type="dxa"/>
            <w:gridSpan w:val="5"/>
            <w:tcBorders>
              <w:left w:val="nil"/>
            </w:tcBorders>
          </w:tcPr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sz w:val="24"/>
                <w:szCs w:val="24"/>
              </w:rPr>
              <w:t xml:space="preserve">(B)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The equation of the straight line through A and B is 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= ½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+ 4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a) Write down the equation of another straight line that is parallel to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  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y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= ½</w:t>
            </w:r>
            <w:r w:rsidRPr="00AB1525">
              <w:rPr>
                <w:rFonts w:ascii="Times New Roman" w:hAnsi="Times New Roman" w:cs="Times New Roman"/>
                <w:i/>
                <w:iCs/>
                <w:color w:val="231F20"/>
                <w:sz w:val="24"/>
                <w:szCs w:val="24"/>
                <w:lang w:val="en-US"/>
              </w:rPr>
              <w:t xml:space="preserve">x </w:t>
            </w: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+ 4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b) Write down the equation of another straight line that passes through the point (0, 4).</w:t>
            </w:r>
          </w:p>
          <w:p w:rsidR="00887501" w:rsidRPr="00AB1525" w:rsidRDefault="00887501" w:rsidP="008875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525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c) Find the equation of the line perpendicular to AB passing through B.</w:t>
            </w:r>
          </w:p>
        </w:tc>
        <w:tc>
          <w:tcPr>
            <w:tcW w:w="876" w:type="dxa"/>
            <w:vMerge/>
            <w:vAlign w:val="bottom"/>
          </w:tcPr>
          <w:p w:rsidR="00887501" w:rsidRPr="00AB1525" w:rsidRDefault="00887501" w:rsidP="00AB152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641C1" w:rsidRPr="005842D9" w:rsidRDefault="00B641C1" w:rsidP="00B641C1">
      <w:pPr>
        <w:jc w:val="center"/>
        <w:rPr>
          <w:rFonts w:ascii="Arial" w:hAnsi="Arial" w:cs="Arial"/>
          <w:sz w:val="24"/>
          <w:szCs w:val="24"/>
        </w:rPr>
      </w:pPr>
    </w:p>
    <w:sectPr w:rsidR="00B641C1" w:rsidRPr="005842D9" w:rsidSect="0052134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5A8" w:rsidRDefault="003615A8" w:rsidP="0052134C">
      <w:pPr>
        <w:spacing w:after="0" w:line="240" w:lineRule="auto"/>
      </w:pPr>
      <w:r>
        <w:separator/>
      </w:r>
    </w:p>
  </w:endnote>
  <w:endnote w:type="continuationSeparator" w:id="0">
    <w:p w:rsidR="003615A8" w:rsidRDefault="003615A8" w:rsidP="00521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8F" w:rsidRDefault="00880D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6F4" w:rsidRPr="00B45DD5" w:rsidRDefault="00F536F4" w:rsidP="00B45DD5">
    <w:pPr>
      <w:pStyle w:val="Footer"/>
      <w:jc w:val="center"/>
      <w:rPr>
        <w:rFonts w:ascii="Times New Roman" w:hAnsi="Times New Roman" w:cs="Times New Roman"/>
        <w:b/>
        <w:sz w:val="20"/>
        <w:szCs w:val="20"/>
      </w:rPr>
    </w:pPr>
    <w:r w:rsidRPr="00B45DD5">
      <w:rPr>
        <w:rStyle w:val="apple-style-span"/>
        <w:rFonts w:ascii="Times New Roman" w:hAnsi="Times New Roman" w:cs="Times New Roman"/>
        <w:b/>
        <w:color w:val="000000"/>
        <w:sz w:val="20"/>
        <w:szCs w:val="20"/>
      </w:rPr>
      <w:t>"Algebra is generous; she often gives more than is asked of her."  D'Alembert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8F" w:rsidRDefault="00880D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5A8" w:rsidRDefault="003615A8" w:rsidP="0052134C">
      <w:pPr>
        <w:spacing w:after="0" w:line="240" w:lineRule="auto"/>
      </w:pPr>
      <w:r>
        <w:separator/>
      </w:r>
    </w:p>
  </w:footnote>
  <w:footnote w:type="continuationSeparator" w:id="0">
    <w:p w:rsidR="003615A8" w:rsidRDefault="003615A8" w:rsidP="00521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8F" w:rsidRDefault="00880D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2D9" w:rsidRPr="00880D8F" w:rsidRDefault="005842D9" w:rsidP="00880D8F">
    <w:pPr>
      <w:pStyle w:val="Header"/>
      <w:rPr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8F" w:rsidRDefault="00880D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0181"/>
    <w:multiLevelType w:val="hybridMultilevel"/>
    <w:tmpl w:val="D28A99E0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44218"/>
    <w:multiLevelType w:val="hybridMultilevel"/>
    <w:tmpl w:val="5BE01824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B0688"/>
    <w:multiLevelType w:val="hybridMultilevel"/>
    <w:tmpl w:val="012E87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3791C"/>
    <w:multiLevelType w:val="hybridMultilevel"/>
    <w:tmpl w:val="DEB45A4A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A6BCE"/>
    <w:multiLevelType w:val="hybridMultilevel"/>
    <w:tmpl w:val="5BE01824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26329"/>
    <w:multiLevelType w:val="hybridMultilevel"/>
    <w:tmpl w:val="CD887E12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91D83"/>
    <w:multiLevelType w:val="hybridMultilevel"/>
    <w:tmpl w:val="FCD0506C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57140"/>
    <w:multiLevelType w:val="hybridMultilevel"/>
    <w:tmpl w:val="C15A1AA8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70154"/>
    <w:multiLevelType w:val="hybridMultilevel"/>
    <w:tmpl w:val="CD887E12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95346"/>
    <w:multiLevelType w:val="hybridMultilevel"/>
    <w:tmpl w:val="58923910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593FE7"/>
    <w:multiLevelType w:val="hybridMultilevel"/>
    <w:tmpl w:val="4DFC459E"/>
    <w:lvl w:ilvl="0" w:tplc="53F658C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85560"/>
    <w:multiLevelType w:val="hybridMultilevel"/>
    <w:tmpl w:val="2D1270E2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C56E1"/>
    <w:multiLevelType w:val="hybridMultilevel"/>
    <w:tmpl w:val="E37A8500"/>
    <w:lvl w:ilvl="0" w:tplc="E0A22E2E">
      <w:start w:val="1"/>
      <w:numFmt w:val="lowerRoman"/>
      <w:lvlText w:val="%1)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D24ED"/>
    <w:multiLevelType w:val="hybridMultilevel"/>
    <w:tmpl w:val="E37A8500"/>
    <w:lvl w:ilvl="0" w:tplc="E0A22E2E">
      <w:start w:val="1"/>
      <w:numFmt w:val="lowerRoman"/>
      <w:lvlText w:val="%1)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55F18"/>
    <w:multiLevelType w:val="hybridMultilevel"/>
    <w:tmpl w:val="F66056B8"/>
    <w:lvl w:ilvl="0" w:tplc="B8E0F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11096"/>
    <w:multiLevelType w:val="hybridMultilevel"/>
    <w:tmpl w:val="36560672"/>
    <w:lvl w:ilvl="0" w:tplc="8F60EE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BD356C"/>
    <w:multiLevelType w:val="hybridMultilevel"/>
    <w:tmpl w:val="74DC7A0E"/>
    <w:lvl w:ilvl="0" w:tplc="E0A22E2E">
      <w:start w:val="1"/>
      <w:numFmt w:val="lowerRoman"/>
      <w:lvlText w:val="%1)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0"/>
  </w:num>
  <w:num w:numId="5">
    <w:abstractNumId w:val="12"/>
  </w:num>
  <w:num w:numId="6">
    <w:abstractNumId w:val="15"/>
  </w:num>
  <w:num w:numId="7">
    <w:abstractNumId w:val="16"/>
  </w:num>
  <w:num w:numId="8">
    <w:abstractNumId w:val="13"/>
  </w:num>
  <w:num w:numId="9">
    <w:abstractNumId w:val="3"/>
  </w:num>
  <w:num w:numId="10">
    <w:abstractNumId w:val="11"/>
  </w:num>
  <w:num w:numId="11">
    <w:abstractNumId w:val="7"/>
  </w:num>
  <w:num w:numId="12">
    <w:abstractNumId w:val="14"/>
  </w:num>
  <w:num w:numId="13">
    <w:abstractNumId w:val="9"/>
  </w:num>
  <w:num w:numId="14">
    <w:abstractNumId w:val="2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4C"/>
    <w:rsid w:val="00015895"/>
    <w:rsid w:val="00026A69"/>
    <w:rsid w:val="00095BA9"/>
    <w:rsid w:val="002627CF"/>
    <w:rsid w:val="00294833"/>
    <w:rsid w:val="003615A8"/>
    <w:rsid w:val="004E65B3"/>
    <w:rsid w:val="004F7C94"/>
    <w:rsid w:val="0052134C"/>
    <w:rsid w:val="005645BB"/>
    <w:rsid w:val="005842D9"/>
    <w:rsid w:val="00704A74"/>
    <w:rsid w:val="0071630C"/>
    <w:rsid w:val="00747DD1"/>
    <w:rsid w:val="007E0023"/>
    <w:rsid w:val="00880D8F"/>
    <w:rsid w:val="00887501"/>
    <w:rsid w:val="00AA4FB2"/>
    <w:rsid w:val="00AB1525"/>
    <w:rsid w:val="00B45DD5"/>
    <w:rsid w:val="00B641C1"/>
    <w:rsid w:val="00E24724"/>
    <w:rsid w:val="00EA3CFA"/>
    <w:rsid w:val="00F536F4"/>
    <w:rsid w:val="00F8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13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134C"/>
  </w:style>
  <w:style w:type="paragraph" w:styleId="Footer">
    <w:name w:val="footer"/>
    <w:basedOn w:val="Normal"/>
    <w:link w:val="FooterChar"/>
    <w:uiPriority w:val="99"/>
    <w:semiHidden/>
    <w:unhideWhenUsed/>
    <w:rsid w:val="005213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134C"/>
  </w:style>
  <w:style w:type="table" w:styleId="TableGrid">
    <w:name w:val="Table Grid"/>
    <w:basedOn w:val="TableNormal"/>
    <w:uiPriority w:val="59"/>
    <w:rsid w:val="005213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5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45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45BB"/>
    <w:rPr>
      <w:color w:val="808080"/>
    </w:rPr>
  </w:style>
  <w:style w:type="character" w:customStyle="1" w:styleId="apple-style-span">
    <w:name w:val="apple-style-span"/>
    <w:basedOn w:val="DefaultParagraphFont"/>
    <w:rsid w:val="00F53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13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134C"/>
  </w:style>
  <w:style w:type="paragraph" w:styleId="Footer">
    <w:name w:val="footer"/>
    <w:basedOn w:val="Normal"/>
    <w:link w:val="FooterChar"/>
    <w:uiPriority w:val="99"/>
    <w:semiHidden/>
    <w:unhideWhenUsed/>
    <w:rsid w:val="005213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134C"/>
  </w:style>
  <w:style w:type="table" w:styleId="TableGrid">
    <w:name w:val="Table Grid"/>
    <w:basedOn w:val="TableNormal"/>
    <w:uiPriority w:val="59"/>
    <w:rsid w:val="005213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5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45B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45BB"/>
    <w:rPr>
      <w:color w:val="808080"/>
    </w:rPr>
  </w:style>
  <w:style w:type="character" w:customStyle="1" w:styleId="apple-style-span">
    <w:name w:val="apple-style-span"/>
    <w:basedOn w:val="DefaultParagraphFont"/>
    <w:rsid w:val="00F53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3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wm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EE14E3EF.dotm</Template>
  <TotalTime>0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NHGS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gdw</dc:creator>
  <cp:lastModifiedBy>FILE</cp:lastModifiedBy>
  <cp:revision>2</cp:revision>
  <dcterms:created xsi:type="dcterms:W3CDTF">2013-06-03T10:00:00Z</dcterms:created>
  <dcterms:modified xsi:type="dcterms:W3CDTF">2013-06-03T10:00:00Z</dcterms:modified>
</cp:coreProperties>
</file>